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0"/>
        <w:gridCol w:w="4802"/>
        <w:gridCol w:w="1134"/>
        <w:gridCol w:w="18"/>
        <w:gridCol w:w="832"/>
        <w:gridCol w:w="284"/>
        <w:gridCol w:w="18"/>
        <w:gridCol w:w="1892"/>
        <w:gridCol w:w="18"/>
      </w:tblGrid>
      <w:tr w:rsidR="00DF3129" w:rsidRPr="003E43E9" w:rsidTr="00F513C6">
        <w:trPr>
          <w:gridAfter w:val="1"/>
          <w:wAfter w:w="18" w:type="dxa"/>
          <w:trHeight w:val="2229"/>
        </w:trPr>
        <w:tc>
          <w:tcPr>
            <w:tcW w:w="9140" w:type="dxa"/>
            <w:gridSpan w:val="8"/>
            <w:tcBorders>
              <w:bottom w:val="nil"/>
            </w:tcBorders>
          </w:tcPr>
          <w:p w:rsidR="00DF3129" w:rsidRPr="00F5670E" w:rsidRDefault="00DF3129" w:rsidP="007000E1">
            <w:pPr>
              <w:rPr>
                <w:rFonts w:ascii="Times New Roman" w:hAnsi="Times New Roman"/>
                <w:sz w:val="20"/>
              </w:rPr>
            </w:pPr>
          </w:p>
          <w:p w:rsidR="00DF3129" w:rsidRPr="003E43E9" w:rsidRDefault="00DF3129" w:rsidP="007000E1">
            <w:pPr>
              <w:pStyle w:val="Nagwek1"/>
              <w:jc w:val="left"/>
              <w:rPr>
                <w:b w:val="0"/>
                <w:sz w:val="20"/>
              </w:rPr>
            </w:pPr>
          </w:p>
          <w:p w:rsidR="00DF3129" w:rsidRPr="00F513C6" w:rsidRDefault="00DF3129" w:rsidP="007000E1">
            <w:pPr>
              <w:pStyle w:val="Nagwek1"/>
              <w:jc w:val="left"/>
              <w:rPr>
                <w:b w:val="0"/>
                <w:szCs w:val="24"/>
              </w:rPr>
            </w:pPr>
            <w:r w:rsidRPr="00F513C6">
              <w:rPr>
                <w:b w:val="0"/>
                <w:szCs w:val="24"/>
              </w:rPr>
              <w:t>POKZ.3311.3-1.2018</w:t>
            </w:r>
          </w:p>
          <w:p w:rsidR="00DF3129" w:rsidRPr="00F5670E" w:rsidRDefault="00DF3129" w:rsidP="00F5670E"/>
          <w:p w:rsidR="00DF3129" w:rsidRPr="00A402F7" w:rsidRDefault="00DF3129" w:rsidP="00F5670E">
            <w:pPr>
              <w:jc w:val="center"/>
              <w:rPr>
                <w:rFonts w:ascii="Times New Roman" w:hAnsi="Times New Roman"/>
              </w:rPr>
            </w:pPr>
            <w:r w:rsidRPr="00F5670E"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A402F7">
              <w:rPr>
                <w:rFonts w:ascii="Times New Roman" w:hAnsi="Times New Roman"/>
              </w:rPr>
              <w:t xml:space="preserve"> Pan</w:t>
            </w:r>
          </w:p>
          <w:p w:rsidR="00DF3129" w:rsidRPr="00552107" w:rsidRDefault="00DF3129" w:rsidP="00333585">
            <w:pPr>
              <w:jc w:val="both"/>
              <w:rPr>
                <w:rFonts w:ascii="Times New Roman" w:hAnsi="Times New Roman"/>
                <w:b/>
                <w:color w:val="FF0000"/>
              </w:rPr>
            </w:pPr>
            <w:r w:rsidRPr="00F5670E">
              <w:rPr>
                <w:rFonts w:ascii="Times New Roman" w:hAnsi="Times New Roman"/>
                <w:b/>
              </w:rPr>
              <w:t xml:space="preserve">           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="00472DAA">
              <w:rPr>
                <w:rFonts w:ascii="Times New Roman" w:hAnsi="Times New Roman"/>
                <w:b/>
              </w:rPr>
              <w:t xml:space="preserve">      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="00472DAA">
              <w:rPr>
                <w:rFonts w:ascii="Times New Roman" w:hAnsi="Times New Roman"/>
                <w:b/>
              </w:rPr>
              <w:t xml:space="preserve">    </w:t>
            </w:r>
            <w:r w:rsidR="00333585">
              <w:rPr>
                <w:rFonts w:ascii="Times New Roman" w:hAnsi="Times New Roman"/>
                <w:b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</w:rPr>
              <w:t xml:space="preserve">    </w:t>
            </w:r>
            <w:r w:rsidRPr="00F5670E">
              <w:rPr>
                <w:rFonts w:ascii="Times New Roman" w:hAnsi="Times New Roman"/>
                <w:b/>
              </w:rPr>
              <w:t xml:space="preserve"> </w:t>
            </w:r>
            <w:r w:rsidRPr="00552107">
              <w:rPr>
                <w:rFonts w:ascii="Times New Roman" w:hAnsi="Times New Roman"/>
                <w:b/>
                <w:color w:val="FF0000"/>
              </w:rPr>
              <w:t>[</w:t>
            </w:r>
            <w:proofErr w:type="spellStart"/>
            <w:r w:rsidRPr="00552107">
              <w:rPr>
                <w:rFonts w:ascii="Times New Roman" w:hAnsi="Times New Roman"/>
                <w:b/>
                <w:color w:val="FF0000"/>
              </w:rPr>
              <w:t>STP+NAZ</w:t>
            </w:r>
            <w:proofErr w:type="spellEnd"/>
            <w:r w:rsidRPr="00552107">
              <w:rPr>
                <w:rFonts w:ascii="Times New Roman" w:hAnsi="Times New Roman"/>
                <w:b/>
                <w:color w:val="FF0000"/>
              </w:rPr>
              <w:t>]</w:t>
            </w:r>
          </w:p>
          <w:p w:rsidR="00DF3129" w:rsidRDefault="00333585" w:rsidP="00333585">
            <w:pPr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                                              </w:t>
            </w:r>
            <w:r w:rsidR="00DF3129">
              <w:rPr>
                <w:rFonts w:ascii="Times New Roman" w:hAnsi="Times New Roman"/>
                <w:b/>
                <w:color w:val="FF0000"/>
              </w:rPr>
              <w:t xml:space="preserve">         </w:t>
            </w:r>
            <w:r w:rsidR="00472DAA">
              <w:rPr>
                <w:rFonts w:ascii="Times New Roman" w:hAnsi="Times New Roman"/>
                <w:b/>
                <w:color w:val="FF0000"/>
              </w:rPr>
              <w:t xml:space="preserve">         </w:t>
            </w:r>
            <w:r w:rsidR="00DF3129">
              <w:rPr>
                <w:rFonts w:ascii="Times New Roman" w:hAnsi="Times New Roman"/>
                <w:b/>
                <w:color w:val="FF0000"/>
              </w:rPr>
              <w:t xml:space="preserve">   </w:t>
            </w:r>
            <w:r w:rsidR="00DF3129" w:rsidRPr="00177EB2">
              <w:rPr>
                <w:rFonts w:ascii="Times New Roman" w:hAnsi="Times New Roman"/>
                <w:b/>
                <w:bCs/>
                <w:color w:val="FF0000"/>
              </w:rPr>
              <w:t>[STA]</w:t>
            </w:r>
          </w:p>
          <w:p w:rsidR="00DF3129" w:rsidRPr="00A402F7" w:rsidRDefault="00DF3129" w:rsidP="00F5670E">
            <w:pPr>
              <w:jc w:val="center"/>
              <w:rPr>
                <w:rFonts w:ascii="Times New Roman" w:hAnsi="Times New Roman"/>
              </w:rPr>
            </w:pPr>
            <w:r w:rsidRPr="00A402F7">
              <w:rPr>
                <w:rFonts w:ascii="Times New Roman" w:hAnsi="Times New Roman"/>
              </w:rPr>
              <w:t xml:space="preserve">             </w:t>
            </w:r>
            <w:r w:rsidR="00AE6E02">
              <w:rPr>
                <w:rFonts w:ascii="Times New Roman" w:hAnsi="Times New Roman"/>
              </w:rPr>
              <w:t xml:space="preserve"> </w:t>
            </w:r>
            <w:r w:rsidRPr="00A402F7">
              <w:rPr>
                <w:rFonts w:ascii="Times New Roman" w:hAnsi="Times New Roman"/>
              </w:rPr>
              <w:t xml:space="preserve">                    Komenda Powiatowa </w:t>
            </w:r>
          </w:p>
          <w:p w:rsidR="00DF3129" w:rsidRPr="00A402F7" w:rsidRDefault="00DF3129" w:rsidP="00F5670E">
            <w:pPr>
              <w:ind w:left="-142"/>
              <w:jc w:val="center"/>
              <w:rPr>
                <w:rFonts w:ascii="Times New Roman" w:hAnsi="Times New Roman"/>
              </w:rPr>
            </w:pPr>
            <w:r w:rsidRPr="00A402F7">
              <w:rPr>
                <w:rFonts w:ascii="Times New Roman" w:hAnsi="Times New Roman"/>
              </w:rPr>
              <w:t xml:space="preserve">                                                Państwowej Straży Pożarnej</w:t>
            </w:r>
          </w:p>
          <w:p w:rsidR="00DF3129" w:rsidRPr="00A402F7" w:rsidRDefault="00DF3129" w:rsidP="00F5670E">
            <w:pPr>
              <w:jc w:val="center"/>
              <w:rPr>
                <w:sz w:val="28"/>
                <w:szCs w:val="28"/>
              </w:rPr>
            </w:pPr>
            <w:r w:rsidRPr="00A402F7">
              <w:rPr>
                <w:rFonts w:ascii="Times New Roman" w:hAnsi="Times New Roman"/>
              </w:rPr>
              <w:t xml:space="preserve">                 w Wieluniu</w:t>
            </w:r>
          </w:p>
          <w:p w:rsidR="00DF3129" w:rsidRPr="003E43E9" w:rsidRDefault="00DF3129" w:rsidP="007000E1">
            <w:pPr>
              <w:pStyle w:val="Nagwek4"/>
              <w:jc w:val="center"/>
            </w:pPr>
          </w:p>
        </w:tc>
      </w:tr>
      <w:tr w:rsidR="00DF3129" w:rsidRPr="009B4375" w:rsidTr="00F513C6">
        <w:trPr>
          <w:gridAfter w:val="1"/>
          <w:wAfter w:w="18" w:type="dxa"/>
          <w:cantSplit/>
          <w:trHeight w:val="1380"/>
        </w:trPr>
        <w:tc>
          <w:tcPr>
            <w:tcW w:w="9140" w:type="dxa"/>
            <w:gridSpan w:val="8"/>
          </w:tcPr>
          <w:p w:rsidR="00DF3129" w:rsidRPr="00F5670E" w:rsidRDefault="00DF3129" w:rsidP="00F5670E">
            <w:p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  <w:r w:rsidRPr="00F5670E">
              <w:rPr>
                <w:rFonts w:ascii="Times New Roman" w:hAnsi="Times New Roman"/>
              </w:rPr>
              <w:t>Na podstawie Rozporządzenia Ministra Spraw Wewnęt</w:t>
            </w:r>
            <w:r>
              <w:rPr>
                <w:rFonts w:ascii="Times New Roman" w:hAnsi="Times New Roman"/>
              </w:rPr>
              <w:t>rznych i Administracji z dnia 26 kwietnia</w:t>
            </w:r>
            <w:r w:rsidRPr="00F5670E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 xml:space="preserve">18 r. </w:t>
            </w:r>
            <w:r w:rsidRPr="00F567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zmieniające rozporządzenie w sprawie uposażenia strażaków  </w:t>
            </w:r>
            <w:r w:rsidRPr="00F5670E">
              <w:rPr>
                <w:rFonts w:ascii="Times New Roman" w:hAnsi="Times New Roman"/>
              </w:rPr>
              <w:t>Państwowej Straży Pożarnej (</w:t>
            </w:r>
            <w:proofErr w:type="spellStart"/>
            <w:r w:rsidRPr="00F5670E">
              <w:rPr>
                <w:rFonts w:ascii="Times New Roman" w:hAnsi="Times New Roman"/>
              </w:rPr>
              <w:t>Dz.U</w:t>
            </w:r>
            <w:proofErr w:type="spellEnd"/>
            <w:r w:rsidRPr="00F5670E">
              <w:rPr>
                <w:rFonts w:ascii="Times New Roman" w:hAnsi="Times New Roman"/>
              </w:rPr>
              <w:t>. z 20</w:t>
            </w:r>
            <w:r>
              <w:rPr>
                <w:rFonts w:ascii="Times New Roman" w:hAnsi="Times New Roman"/>
              </w:rPr>
              <w:t>18</w:t>
            </w:r>
            <w:r w:rsidRPr="00F5670E">
              <w:rPr>
                <w:rFonts w:ascii="Times New Roman" w:hAnsi="Times New Roman"/>
              </w:rPr>
              <w:t xml:space="preserve"> r., poz. </w:t>
            </w:r>
            <w:r>
              <w:rPr>
                <w:rFonts w:ascii="Times New Roman" w:hAnsi="Times New Roman"/>
              </w:rPr>
              <w:t xml:space="preserve">820 </w:t>
            </w:r>
            <w:r w:rsidRPr="00F5670E">
              <w:rPr>
                <w:rFonts w:ascii="Times New Roman" w:hAnsi="Times New Roman"/>
              </w:rPr>
              <w:t>),</w:t>
            </w:r>
          </w:p>
          <w:p w:rsidR="00DF3129" w:rsidRPr="00F5670E" w:rsidRDefault="00DF3129" w:rsidP="00F5670E">
            <w:p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</w:p>
          <w:p w:rsidR="00DF3129" w:rsidRPr="003E43E9" w:rsidRDefault="00DF3129" w:rsidP="007000E1">
            <w:pPr>
              <w:jc w:val="center"/>
              <w:rPr>
                <w:rFonts w:ascii="Times New Roman" w:hAnsi="Times New Roman"/>
                <w:bCs/>
              </w:rPr>
            </w:pPr>
          </w:p>
          <w:p w:rsidR="00DF3129" w:rsidRPr="00064A13" w:rsidRDefault="00DF3129" w:rsidP="007000E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064A1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przyznaję </w:t>
            </w:r>
          </w:p>
          <w:p w:rsidR="00DF3129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F3129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Panu </w:t>
            </w:r>
            <w:r w:rsidRPr="008335A8">
              <w:rPr>
                <w:rFonts w:ascii="Times New Roman" w:hAnsi="Times New Roman"/>
                <w:bCs/>
              </w:rPr>
              <w:t>z dniem</w:t>
            </w:r>
            <w:r w:rsidRPr="003E43E9">
              <w:rPr>
                <w:rFonts w:ascii="Times New Roman" w:hAnsi="Times New Roman"/>
                <w:b/>
                <w:bCs/>
              </w:rPr>
              <w:t xml:space="preserve"> </w:t>
            </w:r>
            <w:r w:rsidRPr="00F05E50">
              <w:rPr>
                <w:rFonts w:ascii="Times New Roman" w:hAnsi="Times New Roman"/>
                <w:b/>
                <w:bCs/>
              </w:rPr>
              <w:t xml:space="preserve">1 </w:t>
            </w:r>
            <w:proofErr w:type="spellStart"/>
            <w:r w:rsidRPr="00F05E50">
              <w:rPr>
                <w:rFonts w:ascii="Times New Roman" w:hAnsi="Times New Roman"/>
                <w:b/>
                <w:bCs/>
              </w:rPr>
              <w:t>maja</w:t>
            </w:r>
            <w:proofErr w:type="spellEnd"/>
            <w:r w:rsidRPr="00F05E50">
              <w:rPr>
                <w:rFonts w:ascii="Times New Roman" w:hAnsi="Times New Roman"/>
                <w:b/>
                <w:bCs/>
              </w:rPr>
              <w:t xml:space="preserve"> 2018 r.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335A8">
              <w:rPr>
                <w:rFonts w:ascii="Times New Roman" w:hAnsi="Times New Roman"/>
                <w:bCs/>
              </w:rPr>
              <w:t>uposażenie w wysokości :</w:t>
            </w:r>
            <w:bookmarkStart w:id="0" w:name="_GoBack"/>
            <w:bookmarkEnd w:id="0"/>
          </w:p>
          <w:p w:rsidR="00DF3129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F3129" w:rsidRPr="00E04200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F3129" w:rsidRPr="009B4375" w:rsidRDefault="00DF3129" w:rsidP="007000E1">
            <w:pPr>
              <w:jc w:val="both"/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uposażenie w wysokości:</w:t>
            </w:r>
          </w:p>
        </w:tc>
      </w:tr>
      <w:tr w:rsidR="00DF3129" w:rsidRPr="009B4375" w:rsidTr="00F513C6">
        <w:trPr>
          <w:gridAfter w:val="1"/>
          <w:wAfter w:w="18" w:type="dxa"/>
          <w:cantSplit/>
          <w:trHeight w:val="352"/>
        </w:trPr>
        <w:tc>
          <w:tcPr>
            <w:tcW w:w="6096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1/ uposażenie zasadnicze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9B4375" w:rsidRDefault="00DF3129" w:rsidP="007000E1">
            <w:pPr>
              <w:jc w:val="right"/>
              <w:rPr>
                <w:rFonts w:ascii="Times New Roman" w:hAnsi="Times New Roman"/>
              </w:rPr>
            </w:pPr>
          </w:p>
        </w:tc>
      </w:tr>
      <w:tr w:rsidR="00DF3129" w:rsidRPr="009B4375" w:rsidTr="00F513C6">
        <w:trPr>
          <w:cantSplit/>
          <w:trHeight w:val="354"/>
        </w:trPr>
        <w:tc>
          <w:tcPr>
            <w:tcW w:w="160" w:type="dxa"/>
            <w:vAlign w:val="bottom"/>
          </w:tcPr>
          <w:p w:rsidR="00DF3129" w:rsidRPr="003E43E9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 xml:space="preserve">a/ według grupy </w:t>
            </w:r>
            <w:r w:rsidRPr="001A0FE7">
              <w:rPr>
                <w:rFonts w:ascii="Times New Roman" w:hAnsi="Times New Roman"/>
                <w:color w:val="FF0000"/>
              </w:rPr>
              <w:t>[</w:t>
            </w:r>
            <w:r>
              <w:rPr>
                <w:rFonts w:ascii="Times New Roman" w:hAnsi="Times New Roman"/>
                <w:b/>
                <w:color w:val="FF0000"/>
              </w:rPr>
              <w:t>GR]</w:t>
            </w:r>
            <w:r w:rsidRPr="009B4375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mnożnik </w:t>
            </w:r>
            <w:r w:rsidRPr="00EB2944">
              <w:rPr>
                <w:rFonts w:ascii="Times New Roman" w:hAnsi="Times New Roman"/>
                <w:color w:val="FF0000"/>
              </w:rPr>
              <w:t>[</w:t>
            </w:r>
            <w:r w:rsidRPr="00EB2944">
              <w:rPr>
                <w:rFonts w:ascii="Times New Roman" w:hAnsi="Times New Roman"/>
                <w:b/>
                <w:color w:val="FF0000"/>
              </w:rPr>
              <w:t>MNO</w:t>
            </w:r>
            <w:r>
              <w:rPr>
                <w:rFonts w:ascii="Times New Roman" w:hAnsi="Times New Roman"/>
                <w:color w:val="FF0000"/>
              </w:rPr>
              <w:t>]</w:t>
            </w:r>
            <w:r w:rsidRPr="00BE40BD">
              <w:rPr>
                <w:rFonts w:ascii="Times New Roman" w:hAnsi="Times New Roman"/>
                <w:color w:val="FF0000"/>
              </w:rPr>
              <w:t xml:space="preserve"> </w:t>
            </w:r>
            <w:r w:rsidRPr="0070679A">
              <w:rPr>
                <w:rFonts w:ascii="Times New Roman" w:hAnsi="Times New Roman"/>
              </w:rPr>
              <w:t xml:space="preserve">x kwota bazowa </w:t>
            </w:r>
            <w:r w:rsidRPr="006628CF">
              <w:rPr>
                <w:rFonts w:ascii="Times New Roman" w:hAnsi="Times New Roman"/>
                <w:color w:val="FF0000"/>
              </w:rPr>
              <w:t>[</w:t>
            </w:r>
            <w:r w:rsidRPr="00EB2944">
              <w:rPr>
                <w:rFonts w:ascii="Times New Roman" w:hAnsi="Times New Roman"/>
                <w:b/>
                <w:color w:val="FF0000"/>
              </w:rPr>
              <w:t>KWOBAZ</w:t>
            </w:r>
            <w:r>
              <w:rPr>
                <w:rFonts w:ascii="Times New Roman" w:hAnsi="Times New Roman"/>
                <w:color w:val="FF0000"/>
              </w:rPr>
              <w:t>]</w:t>
            </w:r>
            <w:r w:rsidRPr="008F2EED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9B4375" w:rsidRDefault="00DF3129" w:rsidP="007000E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7000E1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[GRKW]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DB5129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024C55" w:rsidTr="00F513C6">
        <w:trPr>
          <w:cantSplit/>
          <w:trHeight w:val="352"/>
        </w:trPr>
        <w:tc>
          <w:tcPr>
            <w:tcW w:w="160" w:type="dxa"/>
            <w:vAlign w:val="bottom"/>
          </w:tcPr>
          <w:p w:rsidR="00DF3129" w:rsidRPr="003E43E9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DF3129" w:rsidRPr="00173D34" w:rsidRDefault="00DF3129" w:rsidP="007000E1">
            <w:pPr>
              <w:rPr>
                <w:rFonts w:ascii="Times New Roman" w:hAnsi="Times New Roman"/>
              </w:rPr>
            </w:pPr>
            <w:r w:rsidRPr="00173D34">
              <w:rPr>
                <w:rFonts w:ascii="Times New Roman" w:hAnsi="Times New Roman"/>
              </w:rPr>
              <w:t xml:space="preserve">b/ z tytułu wysługi lat  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bCs/>
                <w:noProof/>
                <w:color w:val="FF0000"/>
              </w:rPr>
            </w:pPr>
            <w:r w:rsidRPr="007769ED">
              <w:rPr>
                <w:rFonts w:ascii="Times New Roman" w:hAnsi="Times New Roman"/>
                <w:color w:val="FF0000"/>
              </w:rPr>
              <w:t>[</w:t>
            </w:r>
            <w:r>
              <w:rPr>
                <w:rFonts w:ascii="Times New Roman" w:hAnsi="Times New Roman"/>
                <w:b/>
                <w:color w:val="FF0000"/>
              </w:rPr>
              <w:t xml:space="preserve">PRO] </w:t>
            </w:r>
            <w:r w:rsidRPr="00DB5129">
              <w:rPr>
                <w:rFonts w:ascii="Times New Roman" w:hAnsi="Times New Roman"/>
                <w:b/>
                <w:bCs/>
                <w:noProof/>
              </w:rPr>
              <w:t>%</w:t>
            </w: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[STKW]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DB5129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9B4375" w:rsidTr="00F513C6">
        <w:trPr>
          <w:cantSplit/>
          <w:trHeight w:val="353"/>
        </w:trPr>
        <w:tc>
          <w:tcPr>
            <w:tcW w:w="160" w:type="dxa"/>
            <w:vAlign w:val="bottom"/>
          </w:tcPr>
          <w:p w:rsidR="00DF3129" w:rsidRPr="003E43E9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  <w:b/>
              </w:rPr>
            </w:pPr>
            <w:r w:rsidRPr="009B4375">
              <w:rPr>
                <w:rFonts w:ascii="Times New Roman" w:hAnsi="Times New Roman"/>
              </w:rPr>
              <w:t>w</w:t>
            </w:r>
            <w:r w:rsidRPr="009B4375">
              <w:rPr>
                <w:rFonts w:ascii="Times New Roman" w:hAnsi="Times New Roman"/>
                <w:noProof/>
              </w:rPr>
              <w:t>zrastające z dniem</w:t>
            </w:r>
            <w:r w:rsidRPr="009B43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color w:val="FF0000"/>
              </w:rPr>
              <w:t>[DAT]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DF3129" w:rsidRPr="00BE40BD" w:rsidTr="00F513C6">
        <w:trPr>
          <w:gridAfter w:val="1"/>
          <w:wAfter w:w="18" w:type="dxa"/>
          <w:cantSplit/>
          <w:trHeight w:val="352"/>
        </w:trPr>
        <w:tc>
          <w:tcPr>
            <w:tcW w:w="6096" w:type="dxa"/>
            <w:gridSpan w:val="3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2/ dodatek za posiadany stopień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</w:rPr>
              <w:t>[STP]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C738AA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[STPKW]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000678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BE40BD" w:rsidTr="00F513C6">
        <w:trPr>
          <w:gridAfter w:val="1"/>
          <w:wAfter w:w="18" w:type="dxa"/>
          <w:cantSplit/>
          <w:trHeight w:val="352"/>
        </w:trPr>
        <w:tc>
          <w:tcPr>
            <w:tcW w:w="6096" w:type="dxa"/>
            <w:gridSpan w:val="3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3/ dodatek służbowy w wysokości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C164CA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[SLUKW]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000678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9B4375" w:rsidTr="00F513C6">
        <w:trPr>
          <w:gridAfter w:val="1"/>
          <w:wAfter w:w="18" w:type="dxa"/>
          <w:cantSplit/>
          <w:trHeight w:val="364"/>
        </w:trPr>
        <w:tc>
          <w:tcPr>
            <w:tcW w:w="6096" w:type="dxa"/>
            <w:gridSpan w:val="3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4/ ...............................................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9B4375" w:rsidRDefault="00DF3129" w:rsidP="007000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0" w:type="dxa"/>
            <w:gridSpan w:val="2"/>
            <w:tcBorders>
              <w:bottom w:val="thinThickSmallGap" w:sz="24" w:space="0" w:color="auto"/>
            </w:tcBorders>
            <w:vAlign w:val="bottom"/>
          </w:tcPr>
          <w:p w:rsidR="00DF3129" w:rsidRPr="009B4375" w:rsidRDefault="00DF3129" w:rsidP="007000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F00AC0">
              <w:rPr>
                <w:rFonts w:ascii="Times New Roman" w:hAnsi="Times New Roman"/>
                <w:b/>
                <w:color w:val="FF0000"/>
              </w:rPr>
              <w:t>[</w:t>
            </w:r>
            <w:r w:rsidRPr="00C860A1">
              <w:rPr>
                <w:rFonts w:ascii="Times New Roman" w:hAnsi="Times New Roman"/>
                <w:b/>
                <w:color w:val="FF0000"/>
              </w:rPr>
              <w:t>MOTKW</w:t>
            </w:r>
            <w:r w:rsidRPr="00F00AC0">
              <w:rPr>
                <w:rFonts w:ascii="Times New Roman" w:hAnsi="Times New Roman"/>
                <w:b/>
                <w:color w:val="FF0000"/>
              </w:rPr>
              <w:t>]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000678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BE40BD" w:rsidTr="00F513C6">
        <w:trPr>
          <w:gridAfter w:val="1"/>
          <w:wAfter w:w="18" w:type="dxa"/>
          <w:cantSplit/>
          <w:trHeight w:val="367"/>
        </w:trPr>
        <w:tc>
          <w:tcPr>
            <w:tcW w:w="4962" w:type="dxa"/>
            <w:gridSpan w:val="2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3"/>
            <w:tcBorders>
              <w:top w:val="thinThickSmallGap" w:sz="24" w:space="0" w:color="auto"/>
            </w:tcBorders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  <w:b/>
              </w:rPr>
            </w:pPr>
            <w:r w:rsidRPr="009B4375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2194" w:type="dxa"/>
            <w:gridSpan w:val="3"/>
            <w:tcBorders>
              <w:top w:val="thinThickSmallGap" w:sz="24" w:space="0" w:color="auto"/>
              <w:left w:val="nil"/>
            </w:tcBorders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BE40BD">
              <w:rPr>
                <w:rFonts w:ascii="Times New Roman" w:hAnsi="Times New Roman"/>
                <w:b/>
                <w:color w:val="FF0000"/>
              </w:rPr>
              <w:t xml:space="preserve">                  </w:t>
            </w:r>
          </w:p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[RAZEM]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17552B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F10BFA" w:rsidTr="00F513C6">
        <w:trPr>
          <w:gridAfter w:val="1"/>
          <w:wAfter w:w="18" w:type="dxa"/>
          <w:cantSplit/>
          <w:trHeight w:val="354"/>
        </w:trPr>
        <w:tc>
          <w:tcPr>
            <w:tcW w:w="9140" w:type="dxa"/>
            <w:gridSpan w:val="8"/>
          </w:tcPr>
          <w:p w:rsidR="00DF3129" w:rsidRPr="00BE40BD" w:rsidRDefault="00DF3129" w:rsidP="007000E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F10AE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[</w:t>
            </w:r>
            <w:r w:rsidRPr="0060731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SLOWNIE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]</w:t>
            </w:r>
            <w:r w:rsidRPr="00DF10A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F3129" w:rsidRPr="003E43E9" w:rsidRDefault="00DF3129" w:rsidP="007000E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3129" w:rsidRPr="009B4375" w:rsidRDefault="00DF3129" w:rsidP="007000E1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B4375">
              <w:rPr>
                <w:rFonts w:ascii="Times New Roman" w:hAnsi="Times New Roman"/>
                <w:sz w:val="21"/>
                <w:szCs w:val="21"/>
              </w:rPr>
              <w:t xml:space="preserve">Wysokość miesięcznej stawki kwotowej uposażenia zasadniczego ustala się z zaokrągleniem wyliczonej kwoty do pełnych 10 złotych w górę, jeżeli końcówka jest równa lub wyższa </w:t>
            </w:r>
            <w:proofErr w:type="spellStart"/>
            <w:r w:rsidRPr="009B4375">
              <w:rPr>
                <w:rFonts w:ascii="Times New Roman" w:hAnsi="Times New Roman"/>
                <w:sz w:val="21"/>
                <w:szCs w:val="21"/>
              </w:rPr>
              <w:t>od</w:t>
            </w:r>
            <w:proofErr w:type="spellEnd"/>
            <w:r w:rsidRPr="009B4375">
              <w:rPr>
                <w:rFonts w:ascii="Times New Roman" w:hAnsi="Times New Roman"/>
                <w:sz w:val="21"/>
                <w:szCs w:val="21"/>
              </w:rPr>
              <w:t xml:space="preserve"> 5 złotych, lub w dół jeżeli jest niższa </w:t>
            </w:r>
            <w:proofErr w:type="spellStart"/>
            <w:r w:rsidRPr="009B4375">
              <w:rPr>
                <w:rFonts w:ascii="Times New Roman" w:hAnsi="Times New Roman"/>
                <w:sz w:val="21"/>
                <w:szCs w:val="21"/>
              </w:rPr>
              <w:t>od</w:t>
            </w:r>
            <w:proofErr w:type="spellEnd"/>
            <w:r w:rsidRPr="009B4375">
              <w:rPr>
                <w:rFonts w:ascii="Times New Roman" w:hAnsi="Times New Roman"/>
                <w:sz w:val="21"/>
                <w:szCs w:val="21"/>
              </w:rPr>
              <w:t xml:space="preserve"> 5 złotych.</w:t>
            </w:r>
          </w:p>
          <w:p w:rsidR="00DF3129" w:rsidRPr="00F10BFA" w:rsidRDefault="00DF3129" w:rsidP="007000E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10BFA">
              <w:rPr>
                <w:rFonts w:ascii="Times New Roman" w:hAnsi="Times New Roman"/>
                <w:i/>
                <w:sz w:val="21"/>
                <w:szCs w:val="21"/>
              </w:rPr>
              <w:t>U</w:t>
            </w:r>
            <w:r w:rsidRPr="00F10BFA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 xml:space="preserve">posażenie zasadnicze strażaka wzrasta z tytułu wysługi lat w Państwowej Straży Pożarnej, </w:t>
            </w:r>
            <w:proofErr w:type="spellStart"/>
            <w:r w:rsidRPr="00F10BFA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od</w:t>
            </w:r>
            <w:proofErr w:type="spellEnd"/>
            <w:r w:rsidRPr="00F10BFA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 xml:space="preserve"> dnia udokumentowania posiadanych okresów służby, o 2% po 2 latach służby i o dalszy 1% za każdy następny rok służby do wysokości 20% po 20 latach służby oraz o dalsze 2% za każde następne 2 lata służby powyżej 20 lat, aż do wysokości 32% po 32 latach służby. Po osiągnięciu 35 lat służby wzrost uposażenia zasadniczego strażaka wynosi 35% .</w:t>
            </w:r>
          </w:p>
        </w:tc>
      </w:tr>
    </w:tbl>
    <w:p w:rsidR="00DF3129" w:rsidRDefault="00DF3129"/>
    <w:p w:rsidR="00DF3129" w:rsidRPr="00F513C6" w:rsidRDefault="00DF3129" w:rsidP="00F513C6">
      <w:pPr>
        <w:spacing w:line="400" w:lineRule="atLeast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  <w:u w:val="single"/>
        </w:rPr>
        <w:t>Otrzymują</w:t>
      </w:r>
      <w:r w:rsidRPr="00F513C6">
        <w:rPr>
          <w:rFonts w:ascii="Times New Roman" w:hAnsi="Times New Roman"/>
          <w:bCs/>
          <w:sz w:val="20"/>
          <w:szCs w:val="20"/>
        </w:rPr>
        <w:t>:</w:t>
      </w:r>
    </w:p>
    <w:p w:rsidR="00DF3129" w:rsidRPr="005402D3" w:rsidRDefault="00DF3129" w:rsidP="00F513C6">
      <w:pPr>
        <w:numPr>
          <w:ilvl w:val="0"/>
          <w:numId w:val="2"/>
        </w:numPr>
        <w:ind w:left="714" w:hanging="357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</w:rPr>
        <w:t xml:space="preserve">Pan </w:t>
      </w:r>
      <w:r w:rsidRPr="005402D3">
        <w:rPr>
          <w:rFonts w:ascii="Times New Roman" w:hAnsi="Times New Roman"/>
        </w:rPr>
        <w:t>[</w:t>
      </w:r>
      <w:proofErr w:type="spellStart"/>
      <w:r w:rsidRPr="005402D3">
        <w:rPr>
          <w:rFonts w:ascii="Times New Roman" w:hAnsi="Times New Roman"/>
          <w:b/>
        </w:rPr>
        <w:t>STP+NAZ</w:t>
      </w:r>
      <w:proofErr w:type="spellEnd"/>
      <w:r w:rsidRPr="005402D3">
        <w:rPr>
          <w:rFonts w:ascii="Times New Roman" w:hAnsi="Times New Roman"/>
        </w:rPr>
        <w:t>]</w:t>
      </w:r>
    </w:p>
    <w:p w:rsidR="00DF3129" w:rsidRPr="00F513C6" w:rsidRDefault="00DF3129" w:rsidP="00F513C6">
      <w:pPr>
        <w:numPr>
          <w:ilvl w:val="0"/>
          <w:numId w:val="2"/>
        </w:numPr>
        <w:ind w:left="714" w:hanging="357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</w:rPr>
        <w:t>Sekcja ds. finansów</w:t>
      </w:r>
    </w:p>
    <w:p w:rsidR="00DF3129" w:rsidRPr="00F513C6" w:rsidRDefault="00DF3129" w:rsidP="00F513C6">
      <w:pPr>
        <w:numPr>
          <w:ilvl w:val="0"/>
          <w:numId w:val="2"/>
        </w:numPr>
        <w:ind w:left="714" w:hanging="357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</w:rPr>
        <w:t>Akta osobowe</w:t>
      </w:r>
    </w:p>
    <w:p w:rsidR="00DF3129" w:rsidRPr="00F513C6" w:rsidRDefault="00DF3129" w:rsidP="00F513C6">
      <w:pPr>
        <w:numPr>
          <w:ilvl w:val="0"/>
          <w:numId w:val="2"/>
        </w:numPr>
        <w:ind w:left="714" w:hanging="357"/>
        <w:rPr>
          <w:bCs/>
        </w:rPr>
      </w:pPr>
      <w:r w:rsidRPr="00F513C6">
        <w:rPr>
          <w:rFonts w:ascii="Times New Roman" w:hAnsi="Times New Roman"/>
          <w:bCs/>
          <w:sz w:val="20"/>
          <w:szCs w:val="20"/>
        </w:rPr>
        <w:t>A/a</w:t>
      </w:r>
    </w:p>
    <w:sectPr w:rsidR="00DF3129" w:rsidRPr="00F513C6" w:rsidSect="00F513C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3EAB"/>
    <w:multiLevelType w:val="hybridMultilevel"/>
    <w:tmpl w:val="7F92A5F2"/>
    <w:lvl w:ilvl="0" w:tplc="08AAD6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CBF0D48"/>
    <w:multiLevelType w:val="hybridMultilevel"/>
    <w:tmpl w:val="7A3CDE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70E"/>
    <w:rsid w:val="00000678"/>
    <w:rsid w:val="00024C55"/>
    <w:rsid w:val="00064A13"/>
    <w:rsid w:val="00084B52"/>
    <w:rsid w:val="000941DB"/>
    <w:rsid w:val="000C35D7"/>
    <w:rsid w:val="000C5E8E"/>
    <w:rsid w:val="001219FC"/>
    <w:rsid w:val="001229EF"/>
    <w:rsid w:val="00173D34"/>
    <w:rsid w:val="0017552B"/>
    <w:rsid w:val="00177EB2"/>
    <w:rsid w:val="001808B8"/>
    <w:rsid w:val="001A0FE7"/>
    <w:rsid w:val="0020670D"/>
    <w:rsid w:val="002743A0"/>
    <w:rsid w:val="00285E10"/>
    <w:rsid w:val="002C2830"/>
    <w:rsid w:val="00317957"/>
    <w:rsid w:val="00333585"/>
    <w:rsid w:val="00353786"/>
    <w:rsid w:val="00386662"/>
    <w:rsid w:val="003E43E9"/>
    <w:rsid w:val="00411A29"/>
    <w:rsid w:val="0043762D"/>
    <w:rsid w:val="0045768C"/>
    <w:rsid w:val="00472DAA"/>
    <w:rsid w:val="0049048B"/>
    <w:rsid w:val="00513CF2"/>
    <w:rsid w:val="00516852"/>
    <w:rsid w:val="005402D3"/>
    <w:rsid w:val="00542252"/>
    <w:rsid w:val="00543168"/>
    <w:rsid w:val="00552107"/>
    <w:rsid w:val="00554759"/>
    <w:rsid w:val="00576348"/>
    <w:rsid w:val="005922E9"/>
    <w:rsid w:val="00607311"/>
    <w:rsid w:val="00613E8B"/>
    <w:rsid w:val="00647B01"/>
    <w:rsid w:val="006628CF"/>
    <w:rsid w:val="0068473E"/>
    <w:rsid w:val="006C5B6C"/>
    <w:rsid w:val="006F42A2"/>
    <w:rsid w:val="007000E1"/>
    <w:rsid w:val="0070679A"/>
    <w:rsid w:val="007431EE"/>
    <w:rsid w:val="00744685"/>
    <w:rsid w:val="007769ED"/>
    <w:rsid w:val="00794291"/>
    <w:rsid w:val="007A4C82"/>
    <w:rsid w:val="007B11B4"/>
    <w:rsid w:val="007D25CC"/>
    <w:rsid w:val="00807A63"/>
    <w:rsid w:val="00816AD1"/>
    <w:rsid w:val="008335A8"/>
    <w:rsid w:val="008506EC"/>
    <w:rsid w:val="008B4716"/>
    <w:rsid w:val="008C7BED"/>
    <w:rsid w:val="008F2EED"/>
    <w:rsid w:val="0091454C"/>
    <w:rsid w:val="009163D7"/>
    <w:rsid w:val="00924F99"/>
    <w:rsid w:val="00933E34"/>
    <w:rsid w:val="009376DC"/>
    <w:rsid w:val="00937FE3"/>
    <w:rsid w:val="0098764B"/>
    <w:rsid w:val="009B4375"/>
    <w:rsid w:val="009E1214"/>
    <w:rsid w:val="00A314F0"/>
    <w:rsid w:val="00A37454"/>
    <w:rsid w:val="00A402F7"/>
    <w:rsid w:val="00A832E8"/>
    <w:rsid w:val="00A906E2"/>
    <w:rsid w:val="00A9775C"/>
    <w:rsid w:val="00AC4349"/>
    <w:rsid w:val="00AC4FAF"/>
    <w:rsid w:val="00AC7F0B"/>
    <w:rsid w:val="00AD7DCF"/>
    <w:rsid w:val="00AE6E02"/>
    <w:rsid w:val="00B133AA"/>
    <w:rsid w:val="00B338E3"/>
    <w:rsid w:val="00BE40BD"/>
    <w:rsid w:val="00C11B91"/>
    <w:rsid w:val="00C164CA"/>
    <w:rsid w:val="00C42944"/>
    <w:rsid w:val="00C60BAA"/>
    <w:rsid w:val="00C67BF5"/>
    <w:rsid w:val="00C738AA"/>
    <w:rsid w:val="00C860A1"/>
    <w:rsid w:val="00C92680"/>
    <w:rsid w:val="00CA2944"/>
    <w:rsid w:val="00CB3475"/>
    <w:rsid w:val="00DA34A5"/>
    <w:rsid w:val="00DB5129"/>
    <w:rsid w:val="00DF10AE"/>
    <w:rsid w:val="00DF3129"/>
    <w:rsid w:val="00E04200"/>
    <w:rsid w:val="00E44E3A"/>
    <w:rsid w:val="00EA71E7"/>
    <w:rsid w:val="00EB2944"/>
    <w:rsid w:val="00F00AC0"/>
    <w:rsid w:val="00F05E50"/>
    <w:rsid w:val="00F10BFA"/>
    <w:rsid w:val="00F31D56"/>
    <w:rsid w:val="00F513C6"/>
    <w:rsid w:val="00F556BD"/>
    <w:rsid w:val="00F5670E"/>
    <w:rsid w:val="00F666AF"/>
    <w:rsid w:val="00F700C2"/>
    <w:rsid w:val="00FA3815"/>
    <w:rsid w:val="00FD0993"/>
    <w:rsid w:val="00FF0409"/>
    <w:rsid w:val="00FF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70E"/>
    <w:rPr>
      <w:rFonts w:ascii="Bookman Old Style" w:eastAsia="Times New Roman" w:hAnsi="Bookman Old Style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5670E"/>
    <w:pPr>
      <w:keepNext/>
      <w:spacing w:line="360" w:lineRule="auto"/>
      <w:jc w:val="center"/>
      <w:outlineLvl w:val="0"/>
    </w:pPr>
    <w:rPr>
      <w:rFonts w:ascii="Times New Roman" w:hAnsi="Times New Roman"/>
      <w:b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5670E"/>
    <w:pPr>
      <w:keepNext/>
      <w:spacing w:line="360" w:lineRule="auto"/>
      <w:jc w:val="right"/>
      <w:outlineLvl w:val="3"/>
    </w:pPr>
    <w:rPr>
      <w:rFonts w:ascii="Times New Roman" w:hAnsi="Times New Roman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670E"/>
    <w:pPr>
      <w:keepNext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5670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5670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5670E"/>
    <w:rPr>
      <w:rFonts w:ascii="Bookman Old Style" w:hAnsi="Bookman Old Style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5670E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5670E"/>
    <w:rPr>
      <w:rFonts w:ascii="Bookman Old Style" w:hAnsi="Bookman Old Style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Wiola</dc:creator>
  <cp:keywords/>
  <dc:description/>
  <cp:lastModifiedBy>jnowinski</cp:lastModifiedBy>
  <cp:revision>60</cp:revision>
  <dcterms:created xsi:type="dcterms:W3CDTF">2018-05-04T07:13:00Z</dcterms:created>
  <dcterms:modified xsi:type="dcterms:W3CDTF">2018-07-24T05:40:00Z</dcterms:modified>
</cp:coreProperties>
</file>